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03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 w:cs="黑体"/>
          <w:color w:val="auto"/>
          <w:highlight w:val="none"/>
          <w:lang w:val="en-US" w:eastAsia="zh-CN"/>
        </w:rPr>
      </w:pPr>
      <w:r>
        <w:rPr>
          <w:rFonts w:hint="eastAsia" w:ascii="黑体" w:eastAsia="黑体" w:cs="黑体"/>
          <w:color w:val="auto"/>
          <w:highlight w:val="none"/>
          <w:lang w:eastAsia="zh-CN"/>
        </w:rPr>
        <w:t>附件</w:t>
      </w:r>
      <w:r>
        <w:rPr>
          <w:rFonts w:hint="eastAsia" w:ascii="黑体" w:eastAsia="黑体" w:cs="黑体"/>
          <w:color w:val="auto"/>
          <w:highlight w:val="none"/>
          <w:lang w:val="en-US" w:eastAsia="zh-CN"/>
        </w:rPr>
        <w:t>2</w:t>
      </w:r>
    </w:p>
    <w:p w14:paraId="77695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 w:cs="黑体"/>
          <w:color w:val="auto"/>
          <w:highlight w:val="none"/>
          <w:lang w:val="en-US" w:eastAsia="zh-CN"/>
        </w:rPr>
      </w:pPr>
    </w:p>
    <w:p w14:paraId="15277617">
      <w:pPr>
        <w:jc w:val="center"/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黑龙江省普通高等学校“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eastAsia="zh-CN"/>
        </w:rPr>
        <w:t>三好学生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”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表彰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确认表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692" w:tblpY="604"/>
        <w:tblOverlap w:val="never"/>
        <w:tblW w:w="885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797"/>
        <w:gridCol w:w="1152"/>
        <w:gridCol w:w="255"/>
        <w:gridCol w:w="2236"/>
        <w:gridCol w:w="1934"/>
      </w:tblGrid>
      <w:tr w14:paraId="1CF066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B800425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8CCDF1B"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4A55CB1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636F052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F5259A0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近期免冠</w:t>
            </w:r>
          </w:p>
          <w:p w14:paraId="17174424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电子寸照</w:t>
            </w:r>
          </w:p>
          <w:p w14:paraId="4B3A994A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  <w:t>（请插入电子照片后直接打印，无需粘贴纸质照片）</w:t>
            </w:r>
          </w:p>
        </w:tc>
      </w:tr>
      <w:tr w14:paraId="10C92B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8E595D3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出生年月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314ADB6"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9ACE760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民族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0B89E47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03EB1A8"/>
        </w:tc>
      </w:tr>
      <w:tr w14:paraId="520720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08B13A7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政治面貌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786F7DE"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AEAADC7">
            <w:pPr>
              <w:jc w:val="center"/>
              <w:rPr>
                <w:rFonts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担任职务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C4B028D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E199C54"/>
        </w:tc>
      </w:tr>
      <w:tr w14:paraId="4FB669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83C7F35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  <w:t>学校名称</w:t>
            </w:r>
          </w:p>
        </w:tc>
        <w:tc>
          <w:tcPr>
            <w:tcW w:w="54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09F6852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92E1792"/>
        </w:tc>
      </w:tr>
      <w:tr w14:paraId="6AB74D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261FE61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院（系）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D5F46C2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B2673AB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A0BC227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BBD6619"/>
        </w:tc>
      </w:tr>
      <w:tr w14:paraId="0F7E88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A4A8694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所在年级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2B7A89F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AAC67FE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班级</w:t>
            </w:r>
          </w:p>
        </w:tc>
        <w:tc>
          <w:tcPr>
            <w:tcW w:w="41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1A1B89E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28EC0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59E2761">
            <w:pPr>
              <w:jc w:val="center"/>
              <w:rPr>
                <w:rFonts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培养方式</w:t>
            </w:r>
          </w:p>
        </w:tc>
        <w:tc>
          <w:tcPr>
            <w:tcW w:w="737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69D501C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 w:val="0"/>
                <w:bCs/>
                <w:i/>
                <w:iCs/>
                <w:color w:val="auto"/>
                <w:sz w:val="24"/>
                <w:szCs w:val="24"/>
                <w:highlight w:val="none"/>
                <w:lang w:eastAsia="zh-CN"/>
              </w:rPr>
              <w:t>（是否“全日制”）</w:t>
            </w:r>
          </w:p>
        </w:tc>
      </w:tr>
      <w:tr w14:paraId="755CE6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DA4685A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u w:val="single"/>
              </w:rPr>
              <w:t>主要事迹</w:t>
            </w:r>
          </w:p>
        </w:tc>
      </w:tr>
      <w:tr w14:paraId="0E1FAD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4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</w:tcPr>
          <w:p w14:paraId="6C3B074F">
            <w:pPr>
              <w:jc w:val="both"/>
              <w:rPr>
                <w:rFonts w:hint="eastAsia" w:ascii="仿宋_GB2312" w:cs="仿宋_GB2312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  <w:p w14:paraId="77AB2903">
            <w:pPr>
              <w:jc w:val="both"/>
              <w:rPr>
                <w:rFonts w:hint="eastAsia" w:ascii="仿宋_GB2312" w:eastAsia="仿宋_GB2312" w:cs="仿宋_GB2312"/>
                <w:b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_GB2312" w:cs="仿宋_GB2312"/>
                <w:b w:val="0"/>
                <w:bCs/>
                <w:i/>
                <w:iCs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（请勿改变表格大小）</w:t>
            </w:r>
          </w:p>
        </w:tc>
      </w:tr>
      <w:tr w14:paraId="0F013F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1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</w:tcPr>
          <w:p w14:paraId="08753C82">
            <w:pPr>
              <w:jc w:val="center"/>
              <w:rPr>
                <w:rFonts w:hint="eastAsia" w:ascii="仿宋" w:eastAsia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eastAsia="仿宋"/>
                <w:b/>
                <w:color w:val="auto"/>
                <w:sz w:val="24"/>
                <w:szCs w:val="24"/>
                <w:highlight w:val="none"/>
                <w:u w:val="single"/>
              </w:rPr>
              <w:t>在校期间获校级以上奖励</w:t>
            </w:r>
          </w:p>
          <w:p w14:paraId="5E36C805">
            <w:pPr>
              <w:jc w:val="both"/>
              <w:rPr>
                <w:rFonts w:hint="eastAsia" w:ascii="仿宋_GB2312" w:cs="仿宋_GB2312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  <w:p w14:paraId="5D77DDE8">
            <w:pPr>
              <w:jc w:val="both"/>
              <w:rPr>
                <w:rFonts w:hint="eastAsia" w:ascii="仿宋" w:eastAsia="仿宋"/>
                <w:b w:val="0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cs="仿宋_GB2312"/>
                <w:b w:val="0"/>
                <w:bCs/>
                <w:i/>
                <w:iCs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（请勿改变表格大小）</w:t>
            </w:r>
          </w:p>
        </w:tc>
      </w:tr>
      <w:tr w14:paraId="426C67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B835946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院（系）推荐意见：</w:t>
            </w:r>
          </w:p>
          <w:p w14:paraId="3A5F509D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  <w:p w14:paraId="0DC47351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                                        </w:t>
            </w:r>
          </w:p>
          <w:p w14:paraId="5C1CBC63">
            <w:pPr>
              <w:jc w:val="right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盖章          年   月   日</w:t>
            </w:r>
          </w:p>
        </w:tc>
      </w:tr>
      <w:tr w14:paraId="0F4A56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44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7BD7083E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  <w:t>审核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意见：</w:t>
            </w:r>
          </w:p>
          <w:p w14:paraId="50839604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                             </w:t>
            </w:r>
          </w:p>
          <w:p w14:paraId="492CECC6">
            <w:pPr>
              <w:ind w:firstLine="0"/>
              <w:jc w:val="right"/>
            </w:pPr>
          </w:p>
          <w:p w14:paraId="24C46533">
            <w:pPr>
              <w:ind w:left="0" w:firstLine="723" w:firstLineChars="300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盖章          年   月   日</w:t>
            </w:r>
          </w:p>
          <w:p w14:paraId="4E3C7C30">
            <w:pPr>
              <w:jc w:val="right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596628F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黑龙江省教育厅意见:</w:t>
            </w:r>
          </w:p>
          <w:p w14:paraId="40AF50D1">
            <w:pPr>
              <w:ind w:firstLine="0"/>
            </w:pPr>
          </w:p>
          <w:p w14:paraId="360E4673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</w:t>
            </w:r>
          </w:p>
          <w:p w14:paraId="03364F6A">
            <w:pPr>
              <w:ind w:firstLine="964" w:firstLineChars="400"/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盖章          年   月   日 </w:t>
            </w:r>
          </w:p>
          <w:p w14:paraId="5DFD6883">
            <w:pPr>
              <w:ind w:left="0" w:firstLine="0"/>
              <w:jc w:val="right"/>
              <w:rPr>
                <w:rFonts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23EE40A">
      <w:pP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注：本表格正反面打印，一式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份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val="en-US" w:eastAsia="zh-CN"/>
        </w:rPr>
        <w:t>其中一份存入学生档案，另一份学校存档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AAC8"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6430" cy="20701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480" cy="207136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0CB1F345">
                          <w:pPr>
                            <w:pStyle w:val="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6.3pt;width:50.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CF6zi1wAAAAQBAAAPAAAAAAAAAAEAIAAAACIAAABkcnMvZG93&#10;bnJldi54bWxQSwECFAAUAAAACACHTuJAK+t9swECAAD0AwAADgAAAAAAAAABACAAAAAmAQAAZHJz&#10;L2Uyb0RvYy54bWxQSwUGAAAAAAYABgBZAQAAmQ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0CB1F345">
                    <w:pPr>
                      <w:pStyle w:val="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YjdjYjg0YmI3Y2M5M2ViOTkyMmVjMTdkNjMwOGMwNzAifQ=="/>
  </w:docVars>
  <w:rsids>
    <w:rsidRoot w:val="00000000"/>
    <w:rsid w:val="04F874BF"/>
    <w:rsid w:val="233D40F4"/>
    <w:rsid w:val="3C591B47"/>
    <w:rsid w:val="480820F8"/>
    <w:rsid w:val="4EF10E73"/>
    <w:rsid w:val="5A427396"/>
    <w:rsid w:val="67E57135"/>
    <w:rsid w:val="6A354B7A"/>
    <w:rsid w:val="713E34BD"/>
    <w:rsid w:val="765608C9"/>
    <w:rsid w:val="7ADE4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214</Words>
  <Characters>214</Characters>
  <Lines>45</Lines>
  <Paragraphs>23</Paragraphs>
  <TotalTime>3</TotalTime>
  <ScaleCrop>false</ScaleCrop>
  <LinksUpToDate>false</LinksUpToDate>
  <CharactersWithSpaces>353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JYT</dc:creator>
  <cp:lastModifiedBy>刘新宇</cp:lastModifiedBy>
  <dcterms:modified xsi:type="dcterms:W3CDTF">2025-10-21T07:49:39Z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DA90C73475A744069FF2EA8913C4D402_13</vt:lpwstr>
  </property>
  <property fmtid="{D5CDD505-2E9C-101B-9397-08002B2CF9AE}" pid="4" name="KSOTemplateDocerSaveRecord">
    <vt:lpwstr>eyJoZGlkIjoiNThjYmVhZDNkNmI2ZDhjNWRjOTUxMjhhOWJjMjU2NWIiLCJ1c2VySWQiOiIyNDEzMjYxNzUifQ==</vt:lpwstr>
  </property>
</Properties>
</file>